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086"/>
        <w:gridCol w:w="1116"/>
        <w:gridCol w:w="1156"/>
        <w:gridCol w:w="1349"/>
      </w:tblGrid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B14AA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B14AA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Α17</w:t>
            </w:r>
            <w:r w:rsidR="0047575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B14AA1" w:rsidRPr="00B14AA1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B14AA1" w:rsidRPr="00B14AA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Ο2.Ε09 Ταμπλέτα Τύπου 02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9735E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086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B14AA1" w:rsidRPr="00DF25B3" w:rsidTr="00B14AA1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Μέγεθος Οθόνης: έως 11.2''</w:t>
            </w:r>
          </w:p>
        </w:tc>
        <w:tc>
          <w:tcPr>
            <w:tcW w:w="1116" w:type="dxa"/>
            <w:vAlign w:val="center"/>
          </w:tcPr>
          <w:p w:rsidR="00B14AA1" w:rsidRPr="00432CD9" w:rsidRDefault="00B14AA1" w:rsidP="00B14AA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</w:tr>
      <w:tr w:rsidR="00B14AA1" w:rsidRPr="00DF25B3" w:rsidTr="00B14AA1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Ανάλυση Οθόνης: 2560 x 1536</w:t>
            </w:r>
          </w:p>
        </w:tc>
        <w:tc>
          <w:tcPr>
            <w:tcW w:w="1116" w:type="dxa"/>
            <w:vAlign w:val="center"/>
          </w:tcPr>
          <w:p w:rsidR="00B14AA1" w:rsidRPr="00432CD9" w:rsidRDefault="00B14AA1" w:rsidP="00B14AA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</w:tr>
      <w:tr w:rsidR="00B14AA1" w:rsidRPr="00DF25B3" w:rsidTr="00B14AA1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FE320D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Τύπος Οθόνης: ενδεικτικού τύπου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OLED</w:t>
            </w:r>
          </w:p>
        </w:tc>
        <w:tc>
          <w:tcPr>
            <w:tcW w:w="1116" w:type="dxa"/>
            <w:vAlign w:val="center"/>
          </w:tcPr>
          <w:p w:rsidR="00B14AA1" w:rsidRPr="00432CD9" w:rsidRDefault="00B14AA1" w:rsidP="00B14AA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</w:tr>
      <w:tr w:rsidR="00B14AA1" w:rsidRPr="00DF25B3" w:rsidTr="00B14AA1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Λειτουργικό Σύστημα: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Android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12</w:t>
            </w:r>
          </w:p>
        </w:tc>
        <w:tc>
          <w:tcPr>
            <w:tcW w:w="1116" w:type="dxa"/>
            <w:vAlign w:val="center"/>
          </w:tcPr>
          <w:p w:rsidR="00B14AA1" w:rsidRPr="00432CD9" w:rsidRDefault="00B14AA1" w:rsidP="00B14AA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</w:tr>
      <w:tr w:rsidR="00B14AA1" w:rsidRPr="00DF25B3" w:rsidTr="00B14AA1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Αριθμός Πυρήνων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Eπεξεργαστή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Οκταπύρηνος</w:t>
            </w:r>
            <w:proofErr w:type="spellEnd"/>
          </w:p>
        </w:tc>
        <w:tc>
          <w:tcPr>
            <w:tcW w:w="1116" w:type="dxa"/>
            <w:vAlign w:val="center"/>
          </w:tcPr>
          <w:p w:rsidR="00B14AA1" w:rsidRPr="00432CD9" w:rsidRDefault="00B14AA1" w:rsidP="00B14AA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</w:tr>
      <w:tr w:rsidR="00B14AA1" w:rsidRPr="00DF25B3" w:rsidTr="00B14AA1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Ταχύτητα Επεξεργαστή: 2.6GHz, 2GHz</w:t>
            </w:r>
          </w:p>
        </w:tc>
        <w:tc>
          <w:tcPr>
            <w:tcW w:w="1116" w:type="dxa"/>
            <w:vAlign w:val="center"/>
          </w:tcPr>
          <w:p w:rsidR="00B14AA1" w:rsidRPr="00432CD9" w:rsidRDefault="00B14AA1" w:rsidP="00B14AA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</w:tr>
      <w:tr w:rsidR="00B14AA1" w:rsidRPr="00EF62A6" w:rsidTr="00B14AA1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Μνήμη RAM: 8GB</w:t>
            </w:r>
          </w:p>
        </w:tc>
        <w:tc>
          <w:tcPr>
            <w:tcW w:w="1116" w:type="dxa"/>
            <w:vAlign w:val="center"/>
          </w:tcPr>
          <w:p w:rsidR="00B14AA1" w:rsidRPr="00432CD9" w:rsidRDefault="00B14AA1" w:rsidP="00B14AA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</w:tr>
      <w:tr w:rsidR="00B14AA1" w:rsidRPr="00DF25B3" w:rsidTr="00B14AA1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Ενσωματωμένη μνήμη: 256 GB</w:t>
            </w:r>
          </w:p>
        </w:tc>
        <w:tc>
          <w:tcPr>
            <w:tcW w:w="1116" w:type="dxa"/>
            <w:vAlign w:val="center"/>
          </w:tcPr>
          <w:p w:rsidR="00B14AA1" w:rsidRPr="00432CD9" w:rsidRDefault="00B14AA1" w:rsidP="00B14AA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</w:tr>
      <w:tr w:rsidR="00B14AA1" w:rsidRPr="00DF25B3" w:rsidTr="00B14AA1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Υποστήριξη εξωτερικής μνήμης: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microSD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</w:p>
        </w:tc>
        <w:tc>
          <w:tcPr>
            <w:tcW w:w="1116" w:type="dxa"/>
            <w:vAlign w:val="center"/>
          </w:tcPr>
          <w:p w:rsidR="00B14AA1" w:rsidRPr="00432CD9" w:rsidRDefault="00B14AA1" w:rsidP="00B14AA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</w:tr>
      <w:tr w:rsidR="00B14AA1" w:rsidRPr="00DF25B3" w:rsidTr="00B14AA1">
        <w:trPr>
          <w:trHeight w:val="434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Κάμερα : έως 13 MP</w:t>
            </w:r>
          </w:p>
        </w:tc>
        <w:tc>
          <w:tcPr>
            <w:tcW w:w="1116" w:type="dxa"/>
            <w:vAlign w:val="center"/>
          </w:tcPr>
          <w:p w:rsidR="00B14AA1" w:rsidRPr="00432CD9" w:rsidRDefault="00B14AA1" w:rsidP="00B14AA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</w:tr>
      <w:tr w:rsidR="00B14AA1" w:rsidRPr="00DF25B3" w:rsidTr="00B14AA1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Selfie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κάμερα: έως 8 MP</w:t>
            </w:r>
          </w:p>
        </w:tc>
        <w:tc>
          <w:tcPr>
            <w:tcW w:w="1116" w:type="dxa"/>
            <w:vAlign w:val="center"/>
          </w:tcPr>
          <w:p w:rsidR="00B14AA1" w:rsidRPr="00432CD9" w:rsidRDefault="00B14AA1" w:rsidP="00B14AA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B14AA1" w:rsidRPr="00432CD9" w:rsidRDefault="00B14AA1" w:rsidP="00B14AA1">
            <w:r w:rsidRPr="00432CD9">
              <w:t xml:space="preserve"> </w:t>
            </w:r>
          </w:p>
        </w:tc>
      </w:tr>
      <w:tr w:rsidR="00B14AA1" w:rsidRPr="00A8070F" w:rsidTr="00B14AA1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Ανάλυση βίντεο: 1080p@30fps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A1" w:rsidRPr="008040B9" w:rsidRDefault="00B14AA1" w:rsidP="00B14AA1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AA1" w:rsidRPr="008040B9" w:rsidRDefault="00B14AA1" w:rsidP="00B14AA1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AA1" w:rsidRPr="008040B9" w:rsidRDefault="00B14AA1" w:rsidP="00B14AA1">
            <w:r w:rsidRPr="008040B9">
              <w:t> </w:t>
            </w:r>
          </w:p>
        </w:tc>
      </w:tr>
      <w:tr w:rsidR="00B14AA1" w:rsidRPr="00A8070F" w:rsidTr="008865DC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4AA1" w:rsidRPr="00A8070F" w:rsidRDefault="00B14AA1" w:rsidP="00B14AA1">
            <w:pPr>
              <w:rPr>
                <w:lang w:val="en-GB"/>
              </w:rPr>
            </w:pPr>
            <w:r w:rsidRPr="00A8070F">
              <w:rPr>
                <w:lang w:val="en-GB"/>
              </w:rPr>
              <w:t>13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Συνδεσιμότητα: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WiFi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4AA1" w:rsidRPr="008040B9" w:rsidRDefault="00B14AA1" w:rsidP="00B14AA1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AA1" w:rsidRPr="008040B9" w:rsidRDefault="00B14AA1" w:rsidP="00B14AA1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14AA1" w:rsidRPr="008040B9" w:rsidRDefault="00B14AA1" w:rsidP="00B14AA1">
            <w:r w:rsidRPr="008040B9">
              <w:t> </w:t>
            </w:r>
          </w:p>
        </w:tc>
      </w:tr>
      <w:tr w:rsidR="00B14AA1" w:rsidRPr="00A8070F" w:rsidTr="00CA4A4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A1" w:rsidRPr="00B14AA1" w:rsidRDefault="00B14AA1" w:rsidP="00B14AA1">
            <w:bookmarkStart w:id="0" w:name="_GoBack" w:colFirst="2" w:colLast="2"/>
            <w:r>
              <w:t>14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FE320D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Θύρα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: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ενδειτικού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τύπου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Type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3.2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Gen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A1" w:rsidRDefault="00B14AA1" w:rsidP="00B14AA1">
            <w:pPr>
              <w:jc w:val="center"/>
            </w:pPr>
            <w:r w:rsidRPr="003D66B6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A1" w:rsidRPr="008040B9" w:rsidRDefault="00B14AA1" w:rsidP="00B14AA1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A1" w:rsidRPr="008040B9" w:rsidRDefault="00B14AA1" w:rsidP="00B14AA1"/>
        </w:tc>
      </w:tr>
      <w:tr w:rsidR="00B14AA1" w:rsidRPr="00A8070F" w:rsidTr="00CA4A4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A1" w:rsidRPr="00B14AA1" w:rsidRDefault="00B14AA1" w:rsidP="00B14AA1">
            <w:r>
              <w:t>15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Έκδοση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Bluetooth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5.1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A1" w:rsidRDefault="00B14AA1" w:rsidP="00B14AA1">
            <w:pPr>
              <w:jc w:val="center"/>
            </w:pPr>
            <w:r w:rsidRPr="003D66B6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A1" w:rsidRPr="008040B9" w:rsidRDefault="00B14AA1" w:rsidP="00B14AA1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A1" w:rsidRPr="008040B9" w:rsidRDefault="00B14AA1" w:rsidP="00B14AA1"/>
        </w:tc>
      </w:tr>
      <w:tr w:rsidR="00B14AA1" w:rsidRPr="00A8070F" w:rsidTr="00CA4A4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A1" w:rsidRPr="00B14AA1" w:rsidRDefault="00B14AA1" w:rsidP="00B14AA1">
            <w:r>
              <w:t>16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FE320D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Ασύρματη επικοινωνία: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Fi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11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n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ac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ax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A1" w:rsidRDefault="00B14AA1" w:rsidP="00B14AA1">
            <w:pPr>
              <w:jc w:val="center"/>
            </w:pPr>
            <w:r w:rsidRPr="003D66B6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A1" w:rsidRPr="008040B9" w:rsidRDefault="00B14AA1" w:rsidP="00B14AA1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A1" w:rsidRPr="008040B9" w:rsidRDefault="00B14AA1" w:rsidP="00B14AA1"/>
        </w:tc>
      </w:tr>
      <w:tr w:rsidR="00B14AA1" w:rsidRPr="00A8070F" w:rsidTr="00CA4A4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A1" w:rsidRPr="00B14AA1" w:rsidRDefault="00B14AA1" w:rsidP="00B14AA1">
            <w:r>
              <w:t>17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Μπαταρία : 8200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mAh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A1" w:rsidRDefault="00B14AA1" w:rsidP="00B14AA1">
            <w:pPr>
              <w:jc w:val="center"/>
            </w:pPr>
            <w:r w:rsidRPr="003D66B6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A1" w:rsidRPr="008040B9" w:rsidRDefault="00B14AA1" w:rsidP="00B14AA1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A1" w:rsidRPr="008040B9" w:rsidRDefault="00B14AA1" w:rsidP="00B14AA1"/>
        </w:tc>
      </w:tr>
      <w:tr w:rsidR="00B14AA1" w:rsidRPr="00A8070F" w:rsidTr="00CA4A4E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14AA1" w:rsidRPr="00B14AA1" w:rsidRDefault="00B14AA1" w:rsidP="00B14AA1">
            <w:r>
              <w:t>18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4AA1" w:rsidRPr="00DF25B3" w:rsidRDefault="00B14AA1" w:rsidP="00B14AA1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Εγγύηση: 24 μήνες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4AA1" w:rsidRDefault="00B14AA1" w:rsidP="00B14AA1">
            <w:pPr>
              <w:jc w:val="center"/>
            </w:pPr>
            <w:r w:rsidRPr="003D66B6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A1" w:rsidRPr="008040B9" w:rsidRDefault="00B14AA1" w:rsidP="00B14AA1"/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14AA1" w:rsidRPr="008040B9" w:rsidRDefault="00B14AA1" w:rsidP="00B14AA1"/>
        </w:tc>
      </w:tr>
      <w:bookmarkEnd w:id="0"/>
    </w:tbl>
    <w:p w:rsidR="00EB2777" w:rsidRDefault="00EB2777" w:rsidP="008040B9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24390"/>
    <w:rsid w:val="0015565B"/>
    <w:rsid w:val="00185D15"/>
    <w:rsid w:val="00185E48"/>
    <w:rsid w:val="001E6292"/>
    <w:rsid w:val="00250C6D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6C353C"/>
    <w:rsid w:val="007420FC"/>
    <w:rsid w:val="008040B9"/>
    <w:rsid w:val="009735EA"/>
    <w:rsid w:val="009809F1"/>
    <w:rsid w:val="00997F72"/>
    <w:rsid w:val="00A30A4C"/>
    <w:rsid w:val="00A40B4A"/>
    <w:rsid w:val="00B14AA1"/>
    <w:rsid w:val="00B317A9"/>
    <w:rsid w:val="00B330EB"/>
    <w:rsid w:val="00C65E37"/>
    <w:rsid w:val="00C8287A"/>
    <w:rsid w:val="00E50C36"/>
    <w:rsid w:val="00E56EDD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B6805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1</TotalTime>
  <Pages>1</Pages>
  <Words>127</Words>
  <Characters>688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2025-09-10T07:09:00Z</dcterms:created>
  <dcterms:modified xsi:type="dcterms:W3CDTF">2025-09-10T11:26:00Z</dcterms:modified>
</cp:coreProperties>
</file>